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BD9" w:rsidRDefault="002E2927">
      <w:pPr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4199849</wp:posOffset>
                </wp:positionH>
                <wp:positionV relativeFrom="paragraph">
                  <wp:posOffset>1309937</wp:posOffset>
                </wp:positionV>
                <wp:extent cx="2442210" cy="2066925"/>
                <wp:effectExtent l="3810" t="0" r="1905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2066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3B9A" w:rsidRDefault="00DF3B9A" w:rsidP="00F441F7">
                            <w:pPr>
                              <w:spacing w:after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Vorsitzender Dipl.-Ing. Hermann Klein</w:t>
                            </w:r>
                          </w:p>
                          <w:p w:rsidR="00DF3B9A" w:rsidRDefault="00DF3B9A" w:rsidP="00F441F7">
                            <w:pPr>
                              <w:spacing w:after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Geschäftsführer Dipl.-Ing. Klaus Sandmann</w:t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 </w:t>
                            </w:r>
                          </w:p>
                          <w:p w:rsidR="00DF3B9A" w:rsidRDefault="00DF3B9A" w:rsidP="00F441F7">
                            <w:pPr>
                              <w:spacing w:after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Geschäftsstelle </w:t>
                            </w:r>
                            <w:r>
                              <w:rPr>
                                <w:sz w:val="16"/>
                              </w:rPr>
                              <w:br/>
                              <w:t>Waldesruh 25, 58579 Schalksmühle</w:t>
                            </w:r>
                          </w:p>
                          <w:p w:rsidR="00DF3B9A" w:rsidRDefault="00DF3B9A" w:rsidP="00F441F7">
                            <w:pPr>
                              <w:spacing w:after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Telefon</w:t>
                            </w:r>
                            <w:r>
                              <w:rPr>
                                <w:sz w:val="16"/>
                              </w:rPr>
                              <w:tab/>
                              <w:t>02355 2000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br/>
                              <w:t>Telefax</w:t>
                            </w:r>
                            <w:r>
                              <w:rPr>
                                <w:sz w:val="16"/>
                              </w:rPr>
                              <w:tab/>
                              <w:t>02355 3090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br/>
                              <w:t>E-Mail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sz w:val="16"/>
                                </w:rPr>
                                <w:t>vdf@alumni-hagen.de</w:t>
                              </w:r>
                            </w:hyperlink>
                          </w:p>
                          <w:p w:rsidR="00DF3B9A" w:rsidRPr="00F441F7" w:rsidRDefault="00DF3B9A" w:rsidP="006E72C0">
                            <w:pPr>
                              <w:tabs>
                                <w:tab w:val="left" w:pos="709"/>
                              </w:tabs>
                              <w:spacing w:after="10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Bankverbindung</w:t>
                            </w:r>
                            <w:r>
                              <w:rPr>
                                <w:sz w:val="16"/>
                              </w:rPr>
                              <w:br/>
                              <w:t>PSD Bank Rhein-Ruhr eG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Pr="00F441F7">
                              <w:rPr>
                                <w:sz w:val="16"/>
                              </w:rPr>
                              <w:t>BIC</w:t>
                            </w:r>
                            <w:r w:rsidR="006E72C0">
                              <w:rPr>
                                <w:sz w:val="16"/>
                              </w:rPr>
                              <w:tab/>
                              <w:t>G</w:t>
                            </w:r>
                            <w:r w:rsidRPr="006E72C0">
                              <w:rPr>
                                <w:sz w:val="16"/>
                              </w:rPr>
                              <w:t>ENODEF1P05</w:t>
                            </w:r>
                            <w:r w:rsidR="006E72C0" w:rsidRPr="006E72C0">
                              <w:rPr>
                                <w:sz w:val="16"/>
                              </w:rPr>
                              <w:br/>
                            </w:r>
                            <w:r w:rsidRPr="006E72C0">
                              <w:rPr>
                                <w:sz w:val="16"/>
                              </w:rPr>
                              <w:t xml:space="preserve">IBAN 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   </w:t>
                            </w:r>
                            <w:r w:rsidR="006E72C0" w:rsidRPr="006E72C0">
                              <w:rPr>
                                <w:sz w:val="16"/>
                              </w:rPr>
                              <w:tab/>
                            </w:r>
                            <w:r w:rsidRPr="006E72C0">
                              <w:rPr>
                                <w:sz w:val="16"/>
                              </w:rPr>
                              <w:t>DE</w:t>
                            </w:r>
                            <w:r w:rsidR="006E72C0" w:rsidRPr="006E72C0">
                              <w:rPr>
                                <w:sz w:val="16"/>
                              </w:rPr>
                              <w:t>6</w:t>
                            </w:r>
                            <w:r w:rsidRPr="006E72C0">
                              <w:rPr>
                                <w:sz w:val="16"/>
                              </w:rPr>
                              <w:t>5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</w:t>
                            </w:r>
                            <w:r w:rsidRPr="006E72C0">
                              <w:rPr>
                                <w:sz w:val="16"/>
                              </w:rPr>
                              <w:t>3006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</w:t>
                            </w:r>
                            <w:r w:rsidRPr="006E72C0">
                              <w:rPr>
                                <w:sz w:val="16"/>
                              </w:rPr>
                              <w:t>0992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</w:t>
                            </w:r>
                            <w:r w:rsidRPr="006E72C0">
                              <w:rPr>
                                <w:sz w:val="16"/>
                              </w:rPr>
                              <w:t>4203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</w:t>
                            </w:r>
                            <w:r w:rsidRPr="006E72C0">
                              <w:rPr>
                                <w:sz w:val="16"/>
                              </w:rPr>
                              <w:t>2656</w:t>
                            </w:r>
                            <w:r w:rsidR="006E72C0" w:rsidRPr="006E72C0">
                              <w:rPr>
                                <w:sz w:val="16"/>
                              </w:rPr>
                              <w:t xml:space="preserve"> </w:t>
                            </w:r>
                            <w:r w:rsidRPr="006E72C0">
                              <w:rPr>
                                <w:sz w:val="16"/>
                              </w:rPr>
                              <w:t>00</w:t>
                            </w:r>
                          </w:p>
                          <w:p w:rsidR="00DF3B9A" w:rsidRPr="00F441F7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Pr="00F441F7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Pr="00F441F7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Pr="00F441F7" w:rsidRDefault="00DF3B9A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0.7pt;margin-top:103.15pt;width:192.3pt;height:16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JstAIAALo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" filled="f" stroked="f">
                <v:textbox>
                  <w:txbxContent>
                    <w:p w:rsidR="00DF3B9A" w:rsidRDefault="00DF3B9A" w:rsidP="00F441F7">
                      <w:pPr>
                        <w:spacing w:after="10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Vorsitzender Dipl.-Ing. Hermann Klein</w:t>
                      </w:r>
                    </w:p>
                    <w:p w:rsidR="00DF3B9A" w:rsidRDefault="00DF3B9A" w:rsidP="00F441F7">
                      <w:pPr>
                        <w:spacing w:after="10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Geschäftsführer Dipl.-Ing. Klaus Sandmann</w:t>
                      </w:r>
                      <w:r>
                        <w:rPr>
                          <w:sz w:val="16"/>
                        </w:rPr>
                        <w:tab/>
                        <w:t xml:space="preserve"> </w:t>
                      </w:r>
                    </w:p>
                    <w:p w:rsidR="00DF3B9A" w:rsidRDefault="00DF3B9A" w:rsidP="00F441F7">
                      <w:pPr>
                        <w:spacing w:after="10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Geschäftsstelle </w:t>
                      </w:r>
                      <w:r>
                        <w:rPr>
                          <w:sz w:val="16"/>
                        </w:rPr>
                        <w:br/>
                        <w:t>Waldesruh 25, 58579 Schalksmühle</w:t>
                      </w:r>
                    </w:p>
                    <w:p w:rsidR="00DF3B9A" w:rsidRDefault="00DF3B9A" w:rsidP="00F441F7">
                      <w:pPr>
                        <w:spacing w:after="10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Telefon</w:t>
                      </w:r>
                      <w:r>
                        <w:rPr>
                          <w:sz w:val="16"/>
                        </w:rPr>
                        <w:tab/>
                        <w:t>02355 2000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br/>
                        <w:t>Telefax</w:t>
                      </w:r>
                      <w:r>
                        <w:rPr>
                          <w:sz w:val="16"/>
                        </w:rPr>
                        <w:tab/>
                        <w:t>02355 3090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br/>
                        <w:t>E-Mail</w:t>
                      </w:r>
                      <w:r>
                        <w:rPr>
                          <w:sz w:val="16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sz w:val="16"/>
                          </w:rPr>
                          <w:t>vdf@alumni-hagen.de</w:t>
                        </w:r>
                      </w:hyperlink>
                    </w:p>
                    <w:p w:rsidR="00DF3B9A" w:rsidRPr="00F441F7" w:rsidRDefault="00DF3B9A" w:rsidP="006E72C0">
                      <w:pPr>
                        <w:tabs>
                          <w:tab w:val="left" w:pos="709"/>
                        </w:tabs>
                        <w:spacing w:after="10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Bankverbindung</w:t>
                      </w:r>
                      <w:r>
                        <w:rPr>
                          <w:sz w:val="16"/>
                        </w:rPr>
                        <w:br/>
                        <w:t>PSD Bank Rhein-Ruhr eG</w:t>
                      </w: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br/>
                      </w:r>
                      <w:r w:rsidRPr="00F441F7">
                        <w:rPr>
                          <w:sz w:val="16"/>
                        </w:rPr>
                        <w:t>BIC</w:t>
                      </w:r>
                      <w:r w:rsidR="006E72C0">
                        <w:rPr>
                          <w:sz w:val="16"/>
                        </w:rPr>
                        <w:tab/>
                        <w:t>G</w:t>
                      </w:r>
                      <w:r w:rsidRPr="006E72C0">
                        <w:rPr>
                          <w:sz w:val="16"/>
                        </w:rPr>
                        <w:t>ENODEF1P05</w:t>
                      </w:r>
                      <w:r w:rsidR="006E72C0" w:rsidRPr="006E72C0">
                        <w:rPr>
                          <w:sz w:val="16"/>
                        </w:rPr>
                        <w:br/>
                      </w:r>
                      <w:r w:rsidRPr="006E72C0">
                        <w:rPr>
                          <w:sz w:val="16"/>
                        </w:rPr>
                        <w:t xml:space="preserve">IBAN </w:t>
                      </w:r>
                      <w:r w:rsidR="006E72C0" w:rsidRPr="006E72C0">
                        <w:rPr>
                          <w:sz w:val="16"/>
                        </w:rPr>
                        <w:t xml:space="preserve">    </w:t>
                      </w:r>
                      <w:r w:rsidR="006E72C0" w:rsidRPr="006E72C0">
                        <w:rPr>
                          <w:sz w:val="16"/>
                        </w:rPr>
                        <w:tab/>
                      </w:r>
                      <w:r w:rsidRPr="006E72C0">
                        <w:rPr>
                          <w:sz w:val="16"/>
                        </w:rPr>
                        <w:t>DE</w:t>
                      </w:r>
                      <w:r w:rsidR="006E72C0" w:rsidRPr="006E72C0">
                        <w:rPr>
                          <w:sz w:val="16"/>
                        </w:rPr>
                        <w:t>6</w:t>
                      </w:r>
                      <w:r w:rsidRPr="006E72C0">
                        <w:rPr>
                          <w:sz w:val="16"/>
                        </w:rPr>
                        <w:t>5</w:t>
                      </w:r>
                      <w:r w:rsidR="006E72C0" w:rsidRPr="006E72C0">
                        <w:rPr>
                          <w:sz w:val="16"/>
                        </w:rPr>
                        <w:t xml:space="preserve"> </w:t>
                      </w:r>
                      <w:r w:rsidRPr="006E72C0">
                        <w:rPr>
                          <w:sz w:val="16"/>
                        </w:rPr>
                        <w:t>3006</w:t>
                      </w:r>
                      <w:r w:rsidR="006E72C0" w:rsidRPr="006E72C0">
                        <w:rPr>
                          <w:sz w:val="16"/>
                        </w:rPr>
                        <w:t xml:space="preserve"> </w:t>
                      </w:r>
                      <w:r w:rsidRPr="006E72C0">
                        <w:rPr>
                          <w:sz w:val="16"/>
                        </w:rPr>
                        <w:t>0992</w:t>
                      </w:r>
                      <w:r w:rsidR="006E72C0" w:rsidRPr="006E72C0">
                        <w:rPr>
                          <w:sz w:val="16"/>
                        </w:rPr>
                        <w:t xml:space="preserve"> </w:t>
                      </w:r>
                      <w:r w:rsidRPr="006E72C0">
                        <w:rPr>
                          <w:sz w:val="16"/>
                        </w:rPr>
                        <w:t>4203</w:t>
                      </w:r>
                      <w:r w:rsidR="006E72C0" w:rsidRPr="006E72C0">
                        <w:rPr>
                          <w:sz w:val="16"/>
                        </w:rPr>
                        <w:t xml:space="preserve"> </w:t>
                      </w:r>
                      <w:r w:rsidRPr="006E72C0">
                        <w:rPr>
                          <w:sz w:val="16"/>
                        </w:rPr>
                        <w:t>2656</w:t>
                      </w:r>
                      <w:r w:rsidR="006E72C0" w:rsidRPr="006E72C0">
                        <w:rPr>
                          <w:sz w:val="16"/>
                        </w:rPr>
                        <w:t xml:space="preserve"> </w:t>
                      </w:r>
                      <w:r w:rsidRPr="006E72C0">
                        <w:rPr>
                          <w:sz w:val="16"/>
                        </w:rPr>
                        <w:t>00</w:t>
                      </w:r>
                    </w:p>
                    <w:p w:rsidR="00DF3B9A" w:rsidRPr="00F441F7" w:rsidRDefault="00DF3B9A">
                      <w:pPr>
                        <w:rPr>
                          <w:sz w:val="16"/>
                        </w:rPr>
                      </w:pPr>
                    </w:p>
                    <w:p w:rsidR="00DF3B9A" w:rsidRPr="00F441F7" w:rsidRDefault="00DF3B9A">
                      <w:pPr>
                        <w:rPr>
                          <w:sz w:val="16"/>
                        </w:rPr>
                      </w:pPr>
                    </w:p>
                    <w:p w:rsidR="00DF3B9A" w:rsidRPr="00F441F7" w:rsidRDefault="00DF3B9A">
                      <w:pPr>
                        <w:rPr>
                          <w:sz w:val="16"/>
                        </w:rPr>
                      </w:pPr>
                    </w:p>
                    <w:p w:rsidR="00DF3B9A" w:rsidRPr="00F441F7" w:rsidRDefault="00DF3B9A">
                      <w:pPr>
                        <w:jc w:val="left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-189230</wp:posOffset>
                </wp:positionV>
                <wp:extent cx="2807970" cy="1597660"/>
                <wp:effectExtent l="0" t="2540" r="4445" b="0"/>
                <wp:wrapSquare wrapText="bothSides"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970" cy="159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3B9A" w:rsidRDefault="00DF3B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28900" cy="1504950"/>
                                  <wp:effectExtent l="0" t="0" r="0" b="0"/>
                                  <wp:docPr id="2" name="Bild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150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341.95pt;margin-top:-14.9pt;width:221.1pt;height:125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" filled="f" stroked="f">
                <v:textbox>
                  <w:txbxContent>
                    <w:p w:rsidR="00DF3B9A" w:rsidRDefault="00DF3B9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628900" cy="1504950"/>
                            <wp:effectExtent l="0" t="0" r="0" b="0"/>
                            <wp:docPr id="2" name="Bild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1504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08E">
        <w:rPr>
          <w:noProof/>
          <w:sz w:val="20"/>
        </w:rPr>
        <w:drawing>
          <wp:inline distT="0" distB="0" distL="0" distR="0">
            <wp:extent cx="2038350" cy="1409700"/>
            <wp:effectExtent l="19050" t="0" r="0" b="0"/>
            <wp:docPr id="3" name="Bild 3" descr="Alumni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umniLOGO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BD9" w:rsidRDefault="00821BD9">
      <w:pPr>
        <w:rPr>
          <w:sz w:val="20"/>
        </w:rPr>
      </w:pPr>
    </w:p>
    <w:p w:rsidR="00821BD9" w:rsidRDefault="00821BD9">
      <w:pPr>
        <w:rPr>
          <w:sz w:val="20"/>
        </w:rPr>
      </w:pPr>
    </w:p>
    <w:p w:rsidR="00821BD9" w:rsidRDefault="00821BD9">
      <w:pPr>
        <w:rPr>
          <w:sz w:val="20"/>
        </w:rPr>
      </w:pPr>
    </w:p>
    <w:p w:rsidR="00821BD9" w:rsidRPr="00D6708E" w:rsidRDefault="00FB6BB5">
      <w:r w:rsidRPr="00D6708E">
        <w:t>Verein der Freunde der FH Südwestfalen e.V.</w:t>
      </w:r>
    </w:p>
    <w:p w:rsidR="00821BD9" w:rsidRPr="00D6708E" w:rsidRDefault="00FB6BB5">
      <w:r w:rsidRPr="00D6708E">
        <w:t>Geschäftsstelle</w:t>
      </w:r>
    </w:p>
    <w:p w:rsidR="00821BD9" w:rsidRPr="00D6708E" w:rsidRDefault="00FB6BB5">
      <w:r w:rsidRPr="00D6708E">
        <w:t>Waldesruh 25</w:t>
      </w:r>
    </w:p>
    <w:p w:rsidR="00821BD9" w:rsidRPr="00D6708E" w:rsidRDefault="00FB6BB5">
      <w:r w:rsidRPr="00D6708E">
        <w:t>58579 Schalksmühle</w:t>
      </w:r>
    </w:p>
    <w:p w:rsidR="00821BD9" w:rsidRDefault="00821BD9">
      <w:pPr>
        <w:rPr>
          <w:sz w:val="20"/>
        </w:rPr>
      </w:pPr>
    </w:p>
    <w:p w:rsidR="00821BD9" w:rsidRDefault="00821BD9"/>
    <w:p w:rsidR="00821BD9" w:rsidRDefault="00821BD9"/>
    <w:p w:rsidR="00821BD9" w:rsidRDefault="00FB6BB5">
      <w:pPr>
        <w:pStyle w:val="berschrift5"/>
        <w:ind w:right="-3147"/>
        <w:jc w:val="left"/>
        <w:rPr>
          <w:color w:val="000080"/>
          <w:sz w:val="44"/>
        </w:rPr>
      </w:pPr>
      <w:r>
        <w:rPr>
          <w:color w:val="000080"/>
          <w:sz w:val="44"/>
        </w:rPr>
        <w:t>Beitrittserklärung</w:t>
      </w:r>
    </w:p>
    <w:p w:rsidR="00821BD9" w:rsidRDefault="00821BD9">
      <w:pPr>
        <w:pBdr>
          <w:bottom w:val="single" w:sz="4" w:space="1" w:color="auto"/>
        </w:pBdr>
        <w:ind w:right="-3714"/>
      </w:pPr>
    </w:p>
    <w:p w:rsidR="00821BD9" w:rsidRDefault="00821BD9"/>
    <w:p w:rsidR="00821BD9" w:rsidRDefault="00FB6BB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50"/>
          <w:tab w:val="left" w:pos="7920"/>
          <w:tab w:val="left" w:pos="8640"/>
        </w:tabs>
        <w:jc w:val="left"/>
        <w:rPr>
          <w:kern w:val="2"/>
          <w:sz w:val="16"/>
        </w:rPr>
      </w:pPr>
      <w:r>
        <w:rPr>
          <w:kern w:val="2"/>
          <w:sz w:val="16"/>
        </w:rPr>
        <w:t>Ich möchte dem Verein der Freunde der Fachhochschule Südwestfalen in Hagen e.V. beitreten.</w:t>
      </w:r>
    </w:p>
    <w:p w:rsidR="00821BD9" w:rsidRDefault="00821BD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50"/>
          <w:tab w:val="left" w:pos="7920"/>
          <w:tab w:val="left" w:pos="8640"/>
        </w:tabs>
        <w:jc w:val="left"/>
        <w:rPr>
          <w:kern w:val="2"/>
          <w:sz w:val="16"/>
        </w:rPr>
      </w:pPr>
    </w:p>
    <w:p w:rsidR="00821BD9" w:rsidRDefault="002E2927">
      <w:pPr>
        <w:tabs>
          <w:tab w:val="left" w:pos="1843"/>
        </w:tabs>
        <w:jc w:val="left"/>
        <w:rPr>
          <w:kern w:val="2"/>
          <w:sz w:val="16"/>
        </w:rPr>
      </w:pPr>
      <w:r>
        <w:rPr>
          <w:noProof/>
          <w:kern w:val="2"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107950</wp:posOffset>
                </wp:positionV>
                <wp:extent cx="2537460" cy="2276475"/>
                <wp:effectExtent l="22860" t="19050" r="20955" b="1905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746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Ich mache auch im </w:t>
                            </w:r>
                          </w:p>
                          <w:p w:rsidR="00DF3B9A" w:rsidRDefault="00DF3B9A" w:rsidP="00FB6BB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</w:rPr>
                              <w:t>Alumni-Hagen-Netzwerk</w:t>
                            </w:r>
                          </w:p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mit und bin einverstanden, dass meine personenbezogenen Daten im Rahmen der gesetzlichen Vorschriften zur satzungsgemäßen </w:t>
                            </w:r>
                            <w:r w:rsidR="00846B0C">
                              <w:rPr>
                                <w:sz w:val="16"/>
                              </w:rPr>
                              <w:t>Verwen</w:t>
                            </w:r>
                            <w:r>
                              <w:rPr>
                                <w:sz w:val="16"/>
                              </w:rPr>
                              <w:t>dung und zur Verwaltung gespeichert werden. Name und Vornamen sind öffentlich über das Alumni-Hagen-Netzwerk zugänglich, alle weiteren Daten stehen nur Mitgliedern zur Verfügung. Die Datenpflege übernehme ich online selbst.</w:t>
                            </w:r>
                          </w:p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Default="00DF3B9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DF3B9A" w:rsidRDefault="00DF3B9A">
                            <w:pPr>
                              <w:rPr>
                                <w:kern w:val="2"/>
                                <w:sz w:val="16"/>
                              </w:rPr>
                            </w:pPr>
                            <w:r>
                              <w:rPr>
                                <w:kern w:val="2"/>
                                <w:sz w:val="16"/>
                              </w:rPr>
                              <w:t>……………................................................................</w:t>
                            </w:r>
                          </w:p>
                          <w:p w:rsidR="00DF3B9A" w:rsidRDefault="00DF3B9A">
                            <w:r>
                              <w:rPr>
                                <w:kern w:val="2"/>
                                <w:sz w:val="16"/>
                              </w:rPr>
                              <w:t>Unterschrift, Datum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22pt;margin-top:8.5pt;width:199.8pt;height:1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" strokecolor="#1f497d [3215]" strokeweight="3pt">
                <v:textbox>
                  <w:txbxContent>
                    <w:p w:rsidR="00DF3B9A" w:rsidRDefault="00DF3B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Ich mache auch im </w:t>
                      </w:r>
                    </w:p>
                    <w:p w:rsidR="00DF3B9A" w:rsidRDefault="00DF3B9A" w:rsidP="00FB6BB5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b/>
                          <w:i/>
                          <w:sz w:val="20"/>
                        </w:rPr>
                        <w:t>Alumni-Hagen-Netzwerk</w:t>
                      </w:r>
                    </w:p>
                    <w:p w:rsidR="00DF3B9A" w:rsidRDefault="00DF3B9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mit und bin einverstanden, dass meine personenbezogenen Daten im Rahmen der gesetzlichen Vorschriften zur satzungsgemäßen </w:t>
                      </w:r>
                      <w:r w:rsidR="00846B0C">
                        <w:rPr>
                          <w:sz w:val="16"/>
                        </w:rPr>
                        <w:t>Verwen</w:t>
                      </w:r>
                      <w:r>
                        <w:rPr>
                          <w:sz w:val="16"/>
                        </w:rPr>
                        <w:t>dung und zur Verwaltung gespeichert werden. Name und Vornamen sind öffentlich über das Alumni-Hagen-Netzwerk zugänglich, alle weiteren Daten stehen nur Mitgliedern zur Verfügung. Die Datenpflege übernehme ich online selbst.</w:t>
                      </w:r>
                    </w:p>
                    <w:p w:rsidR="00DF3B9A" w:rsidRDefault="00DF3B9A">
                      <w:pPr>
                        <w:rPr>
                          <w:sz w:val="16"/>
                        </w:rPr>
                      </w:pPr>
                    </w:p>
                    <w:p w:rsidR="00DF3B9A" w:rsidRDefault="00DF3B9A">
                      <w:pPr>
                        <w:rPr>
                          <w:sz w:val="16"/>
                        </w:rPr>
                      </w:pPr>
                    </w:p>
                    <w:p w:rsidR="00DF3B9A" w:rsidRDefault="00DF3B9A">
                      <w:pPr>
                        <w:rPr>
                          <w:sz w:val="16"/>
                        </w:rPr>
                      </w:pPr>
                    </w:p>
                    <w:p w:rsidR="00DF3B9A" w:rsidRDefault="00DF3B9A">
                      <w:pPr>
                        <w:rPr>
                          <w:sz w:val="16"/>
                        </w:rPr>
                      </w:pPr>
                    </w:p>
                    <w:p w:rsidR="00DF3B9A" w:rsidRDefault="00DF3B9A">
                      <w:pPr>
                        <w:rPr>
                          <w:kern w:val="2"/>
                          <w:sz w:val="16"/>
                        </w:rPr>
                      </w:pPr>
                      <w:r>
                        <w:rPr>
                          <w:kern w:val="2"/>
                          <w:sz w:val="16"/>
                        </w:rPr>
                        <w:t>……………................................................................</w:t>
                      </w:r>
                    </w:p>
                    <w:p w:rsidR="00DF3B9A" w:rsidRDefault="00DF3B9A">
                      <w:r>
                        <w:rPr>
                          <w:kern w:val="2"/>
                          <w:sz w:val="16"/>
                        </w:rPr>
                        <w:t>Unterschrift, Datum</w:t>
                      </w:r>
                    </w:p>
                  </w:txbxContent>
                </v:textbox>
              </v:shape>
            </w:pict>
          </mc:Fallback>
        </mc:AlternateContent>
      </w: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 xml:space="preserve">Herr/ Frau  Name  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 xml:space="preserve">Vorname  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Titel</w:t>
      </w:r>
      <w:r>
        <w:rPr>
          <w:kern w:val="2"/>
          <w:sz w:val="16"/>
        </w:rPr>
        <w:tab/>
        <w:t>................................................................</w:t>
      </w:r>
      <w:r>
        <w:rPr>
          <w:kern w:val="2"/>
          <w:sz w:val="16"/>
        </w:rPr>
        <w:tab/>
      </w:r>
      <w:r>
        <w:rPr>
          <w:kern w:val="2"/>
          <w:sz w:val="16"/>
        </w:rPr>
        <w:tab/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Geburtsdatum</w:t>
      </w:r>
      <w:r>
        <w:rPr>
          <w:kern w:val="2"/>
          <w:sz w:val="16"/>
        </w:rPr>
        <w:tab/>
        <w:t>..................................</w:t>
      </w:r>
    </w:p>
    <w:p w:rsidR="00821BD9" w:rsidRDefault="00FB6BB5">
      <w:pPr>
        <w:tabs>
          <w:tab w:val="left" w:pos="1843"/>
        </w:tabs>
        <w:ind w:firstLine="708"/>
        <w:jc w:val="left"/>
        <w:rPr>
          <w:kern w:val="2"/>
          <w:sz w:val="16"/>
        </w:rPr>
      </w:pPr>
      <w:r>
        <w:rPr>
          <w:kern w:val="2"/>
          <w:sz w:val="16"/>
        </w:rPr>
        <w:t xml:space="preserve">       </w:t>
      </w: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Straße, Hausnummer.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 xml:space="preserve">PLZ Ort 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Semester</w:t>
      </w:r>
      <w:r>
        <w:rPr>
          <w:kern w:val="2"/>
          <w:sz w:val="16"/>
        </w:rPr>
        <w:tab/>
        <w:t>.................................................................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Fachbereich</w:t>
      </w:r>
      <w:r>
        <w:rPr>
          <w:kern w:val="2"/>
          <w:sz w:val="16"/>
        </w:rPr>
        <w:tab/>
        <w:t>.................................................................</w:t>
      </w:r>
    </w:p>
    <w:p w:rsidR="000075DB" w:rsidRDefault="000075DB">
      <w:pPr>
        <w:tabs>
          <w:tab w:val="left" w:pos="1843"/>
        </w:tabs>
        <w:jc w:val="left"/>
        <w:rPr>
          <w:kern w:val="2"/>
          <w:sz w:val="16"/>
        </w:rPr>
      </w:pPr>
    </w:p>
    <w:p w:rsidR="000075DB" w:rsidRDefault="000075DB" w:rsidP="000075DB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Studiengang</w:t>
      </w:r>
      <w:r>
        <w:rPr>
          <w:kern w:val="2"/>
          <w:sz w:val="16"/>
        </w:rPr>
        <w:tab/>
        <w:t>.................................................................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 xml:space="preserve">Telefon 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 xml:space="preserve">E-Mail </w:t>
      </w:r>
      <w:r>
        <w:rPr>
          <w:kern w:val="2"/>
          <w:sz w:val="16"/>
        </w:rPr>
        <w:tab/>
        <w:t>................................................................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>Jahresbeitrag</w:t>
      </w:r>
      <w:r>
        <w:rPr>
          <w:kern w:val="2"/>
          <w:sz w:val="16"/>
        </w:rPr>
        <w:tab/>
      </w:r>
      <w:r w:rsidR="00DF3B9A">
        <w:rPr>
          <w:kern w:val="2"/>
          <w:sz w:val="16"/>
        </w:rPr>
        <w:t>…………. €</w:t>
      </w:r>
      <w:r w:rsidR="00DF3B9A">
        <w:rPr>
          <w:kern w:val="2"/>
          <w:sz w:val="16"/>
        </w:rPr>
        <w:tab/>
      </w:r>
      <w:r w:rsidR="00DF3B9A">
        <w:rPr>
          <w:kern w:val="2"/>
          <w:sz w:val="16"/>
        </w:rPr>
        <w:tab/>
      </w:r>
      <w:r>
        <w:rPr>
          <w:kern w:val="2"/>
          <w:sz w:val="16"/>
        </w:rPr>
        <w:t>Studierende</w:t>
      </w:r>
      <w:r w:rsidR="008B2E44">
        <w:rPr>
          <w:kern w:val="2"/>
          <w:sz w:val="16"/>
        </w:rPr>
        <w:t xml:space="preserve">:  </w:t>
      </w:r>
      <w:r>
        <w:rPr>
          <w:kern w:val="2"/>
          <w:sz w:val="16"/>
        </w:rPr>
        <w:t xml:space="preserve">Anmeldejahr frei, danach 3 Studienjahre  10 €, </w:t>
      </w:r>
    </w:p>
    <w:p w:rsidR="00821BD9" w:rsidRDefault="00FB6BB5">
      <w:pPr>
        <w:tabs>
          <w:tab w:val="left" w:pos="1843"/>
        </w:tabs>
        <w:jc w:val="left"/>
        <w:rPr>
          <w:kern w:val="2"/>
          <w:sz w:val="16"/>
        </w:rPr>
      </w:pPr>
      <w:r>
        <w:rPr>
          <w:kern w:val="2"/>
          <w:sz w:val="16"/>
        </w:rPr>
        <w:tab/>
      </w:r>
      <w:r w:rsidR="00DF3B9A">
        <w:rPr>
          <w:kern w:val="2"/>
          <w:sz w:val="16"/>
        </w:rPr>
        <w:tab/>
      </w:r>
      <w:r w:rsidR="00DF3B9A">
        <w:rPr>
          <w:kern w:val="2"/>
          <w:sz w:val="16"/>
        </w:rPr>
        <w:tab/>
      </w:r>
      <w:r w:rsidR="00DF3B9A">
        <w:rPr>
          <w:kern w:val="2"/>
          <w:sz w:val="16"/>
        </w:rPr>
        <w:tab/>
      </w:r>
      <w:r>
        <w:rPr>
          <w:kern w:val="2"/>
          <w:sz w:val="16"/>
        </w:rPr>
        <w:t xml:space="preserve">andere persönliche Mitglieder </w:t>
      </w:r>
      <w:r w:rsidR="00DF3B9A">
        <w:rPr>
          <w:kern w:val="2"/>
          <w:sz w:val="16"/>
        </w:rPr>
        <w:t xml:space="preserve">mindestens </w:t>
      </w:r>
      <w:r>
        <w:rPr>
          <w:kern w:val="2"/>
          <w:sz w:val="16"/>
        </w:rPr>
        <w:t>20 €</w:t>
      </w:r>
    </w:p>
    <w:p w:rsidR="00821BD9" w:rsidRDefault="00821BD9">
      <w:pPr>
        <w:tabs>
          <w:tab w:val="left" w:pos="1843"/>
        </w:tabs>
        <w:jc w:val="left"/>
        <w:rPr>
          <w:kern w:val="2"/>
          <w:sz w:val="16"/>
        </w:rPr>
      </w:pPr>
    </w:p>
    <w:p w:rsidR="00821BD9" w:rsidRDefault="00FB6BB5">
      <w:pPr>
        <w:pStyle w:val="Textkrper"/>
        <w:tabs>
          <w:tab w:val="left" w:pos="1843"/>
        </w:tabs>
      </w:pPr>
      <w:r>
        <w:t xml:space="preserve">Mitgliedsbeiträge werden im </w:t>
      </w:r>
      <w:r w:rsidR="00F441F7">
        <w:t>SEPA-</w:t>
      </w:r>
      <w:r>
        <w:t xml:space="preserve">Lastschriftverfahren </w:t>
      </w:r>
      <w:r w:rsidR="00175041">
        <w:t xml:space="preserve">im Anmeldejahr sofort, danach </w:t>
      </w:r>
      <w:r w:rsidR="00B50815">
        <w:t xml:space="preserve">jährlich jeweils Ende Januar </w:t>
      </w:r>
      <w:r>
        <w:t xml:space="preserve">eingezogen. </w:t>
      </w:r>
      <w:r w:rsidR="00F441F7">
        <w:t xml:space="preserve">Die Gläubiger-ID ist </w:t>
      </w:r>
      <w:r w:rsidR="00F441F7" w:rsidRPr="0015094F">
        <w:rPr>
          <w:rFonts w:asciiTheme="minorHAnsi" w:hAnsiTheme="minorHAnsi"/>
          <w:sz w:val="22"/>
          <w:szCs w:val="22"/>
        </w:rPr>
        <w:t>DE44ZZZ00000477096</w:t>
      </w:r>
      <w:r w:rsidR="00F441F7">
        <w:rPr>
          <w:rFonts w:asciiTheme="minorHAnsi" w:hAnsiTheme="minorHAnsi"/>
          <w:sz w:val="22"/>
          <w:szCs w:val="22"/>
        </w:rPr>
        <w:t>.</w:t>
      </w:r>
    </w:p>
    <w:p w:rsidR="00F441F7" w:rsidRPr="00B50815" w:rsidRDefault="00F441F7" w:rsidP="00F441F7">
      <w:pPr>
        <w:pStyle w:val="Default"/>
        <w:rPr>
          <w:sz w:val="22"/>
          <w:szCs w:val="18"/>
        </w:rPr>
      </w:pPr>
      <w:r w:rsidRPr="00B50815">
        <w:rPr>
          <w:b/>
          <w:bCs/>
          <w:sz w:val="22"/>
          <w:szCs w:val="18"/>
        </w:rPr>
        <w:t xml:space="preserve">SEPA-Lastschriftmandat </w:t>
      </w:r>
    </w:p>
    <w:p w:rsidR="00F441F7" w:rsidRPr="00B50815" w:rsidRDefault="00F441F7" w:rsidP="00B50815">
      <w:pPr>
        <w:pStyle w:val="Textkrper"/>
        <w:tabs>
          <w:tab w:val="left" w:pos="1843"/>
        </w:tabs>
      </w:pPr>
      <w:r w:rsidRPr="00B50815">
        <w:t xml:space="preserve">Ich ermächtige den Verein der Freunde der Fachhochschule Südwestfalen in Hagen e. V., </w:t>
      </w:r>
      <w:r w:rsidR="00DB182D">
        <w:t xml:space="preserve">wiederkehrende </w:t>
      </w:r>
      <w:r w:rsidRPr="00B50815">
        <w:t xml:space="preserve">Zahlungen von meinem Konto mittels Lastschrift einzuziehen. Zugleich weise ich mein Kreditinstitut an, die vom Verein der Freunde der Fachhochschule Südwestfalen in Hagen e. V auf mein Konto gezogenen Lastschriften einzulösen. </w:t>
      </w:r>
    </w:p>
    <w:p w:rsidR="00F441F7" w:rsidRPr="00B50815" w:rsidRDefault="00F441F7" w:rsidP="00B50815">
      <w:pPr>
        <w:pStyle w:val="Textkrper"/>
        <w:tabs>
          <w:tab w:val="left" w:pos="1843"/>
        </w:tabs>
      </w:pPr>
      <w:r w:rsidRPr="00B50815">
        <w:t xml:space="preserve">Hinweis: Ich kann innerhalb von acht Wochen, beginnend mit dem Belastungsdatum, die Erstattung des belasteten Betrages verlangen. Es gelten dabei die mit meinem Kreditinstitut vereinbarten Bedingungen. </w:t>
      </w:r>
    </w:p>
    <w:p w:rsidR="00F441F7" w:rsidRDefault="00F441F7" w:rsidP="00F441F7">
      <w:pPr>
        <w:pStyle w:val="Default"/>
        <w:rPr>
          <w:rFonts w:asciiTheme="minorHAnsi" w:hAnsiTheme="minorHAnsi"/>
          <w:sz w:val="20"/>
          <w:szCs w:val="17"/>
        </w:rPr>
      </w:pPr>
    </w:p>
    <w:p w:rsidR="00F441F7" w:rsidRPr="00200782" w:rsidRDefault="00F441F7" w:rsidP="00F441F7">
      <w:pPr>
        <w:pStyle w:val="Default"/>
        <w:rPr>
          <w:rFonts w:asciiTheme="minorHAnsi" w:hAnsiTheme="minorHAnsi"/>
          <w:sz w:val="20"/>
          <w:szCs w:val="17"/>
        </w:rPr>
      </w:pPr>
    </w:p>
    <w:p w:rsidR="00D6708E" w:rsidRDefault="00F441F7" w:rsidP="00D6708E">
      <w:pPr>
        <w:pStyle w:val="Default"/>
        <w:rPr>
          <w:rFonts w:asciiTheme="minorHAnsi" w:hAnsiTheme="minorHAnsi"/>
          <w:sz w:val="22"/>
          <w:szCs w:val="18"/>
        </w:rPr>
      </w:pPr>
      <w:r w:rsidRPr="0015094F">
        <w:rPr>
          <w:rFonts w:asciiTheme="minorHAnsi" w:hAnsiTheme="minorHAnsi"/>
          <w:sz w:val="16"/>
          <w:szCs w:val="16"/>
        </w:rPr>
        <w:t xml:space="preserve">__________________________________________________________ </w:t>
      </w:r>
      <w:r w:rsidR="00D6708E">
        <w:rPr>
          <w:rFonts w:asciiTheme="minorHAnsi" w:hAnsiTheme="minorHAnsi"/>
          <w:sz w:val="16"/>
          <w:szCs w:val="16"/>
        </w:rPr>
        <w:t xml:space="preserve"> </w:t>
      </w:r>
      <w:r w:rsidR="00DB182D">
        <w:rPr>
          <w:rFonts w:asciiTheme="minorHAnsi" w:hAnsiTheme="minorHAnsi"/>
          <w:sz w:val="16"/>
          <w:szCs w:val="16"/>
        </w:rPr>
        <w:tab/>
      </w:r>
      <w:r w:rsidR="00D6708E" w:rsidRPr="00200782">
        <w:rPr>
          <w:rFonts w:asciiTheme="minorHAnsi" w:hAnsiTheme="minorHAnsi"/>
          <w:sz w:val="22"/>
          <w:szCs w:val="18"/>
        </w:rPr>
        <w:t>___________________________</w:t>
      </w:r>
      <w:r w:rsidR="00D6708E">
        <w:rPr>
          <w:rFonts w:asciiTheme="minorHAnsi" w:hAnsiTheme="minorHAnsi"/>
          <w:sz w:val="22"/>
          <w:szCs w:val="18"/>
        </w:rPr>
        <w:t>_____________</w:t>
      </w:r>
      <w:r w:rsidR="00D6708E" w:rsidRPr="00200782">
        <w:rPr>
          <w:rFonts w:asciiTheme="minorHAnsi" w:hAnsiTheme="minorHAnsi"/>
          <w:sz w:val="22"/>
          <w:szCs w:val="18"/>
        </w:rPr>
        <w:t xml:space="preserve">_ </w:t>
      </w:r>
      <w:r w:rsidR="00D6708E">
        <w:rPr>
          <w:rFonts w:asciiTheme="minorHAnsi" w:hAnsiTheme="minorHAnsi"/>
          <w:sz w:val="22"/>
          <w:szCs w:val="18"/>
        </w:rPr>
        <w:t xml:space="preserve">      </w:t>
      </w:r>
    </w:p>
    <w:p w:rsidR="00F441F7" w:rsidRDefault="00F441F7" w:rsidP="00F441F7">
      <w:pPr>
        <w:pStyle w:val="Default"/>
        <w:rPr>
          <w:rFonts w:asciiTheme="minorHAnsi" w:hAnsiTheme="minorHAnsi"/>
          <w:sz w:val="16"/>
          <w:szCs w:val="16"/>
        </w:rPr>
      </w:pPr>
      <w:r w:rsidRPr="0015094F">
        <w:rPr>
          <w:rFonts w:asciiTheme="minorHAnsi" w:hAnsiTheme="minorHAnsi"/>
          <w:sz w:val="16"/>
          <w:szCs w:val="16"/>
        </w:rPr>
        <w:t xml:space="preserve">Vorname und Name (Kontoinhaber) </w:t>
      </w:r>
      <w:r w:rsidR="00D6708E">
        <w:rPr>
          <w:rFonts w:asciiTheme="minorHAnsi" w:hAnsiTheme="minorHAnsi"/>
          <w:sz w:val="16"/>
          <w:szCs w:val="16"/>
        </w:rPr>
        <w:tab/>
      </w:r>
      <w:r w:rsidR="00D6708E">
        <w:rPr>
          <w:rFonts w:asciiTheme="minorHAnsi" w:hAnsiTheme="minorHAnsi"/>
          <w:sz w:val="16"/>
          <w:szCs w:val="16"/>
        </w:rPr>
        <w:tab/>
      </w:r>
      <w:r w:rsidR="00D6708E">
        <w:rPr>
          <w:rFonts w:asciiTheme="minorHAnsi" w:hAnsiTheme="minorHAnsi"/>
          <w:sz w:val="16"/>
          <w:szCs w:val="16"/>
        </w:rPr>
        <w:tab/>
      </w:r>
      <w:r w:rsidR="00D6708E">
        <w:rPr>
          <w:rFonts w:asciiTheme="minorHAnsi" w:hAnsiTheme="minorHAnsi"/>
          <w:sz w:val="16"/>
          <w:szCs w:val="16"/>
        </w:rPr>
        <w:tab/>
      </w:r>
      <w:r w:rsidR="00D6708E" w:rsidRPr="0015094F">
        <w:rPr>
          <w:rFonts w:asciiTheme="minorHAnsi" w:hAnsiTheme="minorHAnsi"/>
          <w:sz w:val="16"/>
          <w:szCs w:val="18"/>
        </w:rPr>
        <w:t>Kreditinstitut</w:t>
      </w:r>
    </w:p>
    <w:p w:rsidR="00F441F7" w:rsidRPr="0015094F" w:rsidRDefault="00F441F7" w:rsidP="00F441F7">
      <w:pPr>
        <w:pStyle w:val="Default"/>
        <w:rPr>
          <w:rFonts w:asciiTheme="minorHAnsi" w:hAnsiTheme="minorHAnsi"/>
          <w:sz w:val="16"/>
          <w:szCs w:val="16"/>
        </w:rPr>
      </w:pPr>
    </w:p>
    <w:p w:rsidR="00F441F7" w:rsidRPr="0015094F" w:rsidRDefault="00F441F7" w:rsidP="00F441F7">
      <w:pPr>
        <w:pStyle w:val="Default"/>
        <w:rPr>
          <w:rFonts w:asciiTheme="minorHAnsi" w:hAnsiTheme="minorHAnsi"/>
          <w:sz w:val="16"/>
          <w:szCs w:val="16"/>
        </w:rPr>
      </w:pPr>
    </w:p>
    <w:p w:rsidR="00F441F7" w:rsidRPr="0015094F" w:rsidRDefault="00F441F7" w:rsidP="00F441F7">
      <w:pPr>
        <w:pStyle w:val="Default"/>
        <w:rPr>
          <w:rFonts w:asciiTheme="minorHAnsi" w:hAnsiTheme="minorHAnsi"/>
          <w:sz w:val="16"/>
          <w:szCs w:val="16"/>
        </w:rPr>
      </w:pPr>
    </w:p>
    <w:p w:rsidR="00D6708E" w:rsidRDefault="00F441F7" w:rsidP="00D6708E">
      <w:pPr>
        <w:pStyle w:val="Default"/>
        <w:rPr>
          <w:rFonts w:asciiTheme="minorHAnsi" w:hAnsiTheme="minorHAnsi"/>
          <w:sz w:val="22"/>
          <w:szCs w:val="18"/>
        </w:rPr>
      </w:pPr>
      <w:r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_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_ |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Pr="00200782">
        <w:rPr>
          <w:rFonts w:asciiTheme="minorHAnsi" w:hAnsiTheme="minorHAnsi"/>
          <w:sz w:val="22"/>
          <w:szCs w:val="18"/>
        </w:rPr>
        <w:t xml:space="preserve"> _ </w:t>
      </w:r>
      <w:r>
        <w:rPr>
          <w:rFonts w:asciiTheme="minorHAnsi" w:hAnsiTheme="minorHAnsi"/>
          <w:sz w:val="22"/>
          <w:szCs w:val="18"/>
        </w:rPr>
        <w:t xml:space="preserve">  </w:t>
      </w:r>
      <w:r w:rsidR="00D6708E">
        <w:rPr>
          <w:rFonts w:asciiTheme="minorHAnsi" w:hAnsiTheme="minorHAnsi"/>
          <w:sz w:val="22"/>
          <w:szCs w:val="18"/>
        </w:rPr>
        <w:tab/>
      </w:r>
      <w:r w:rsidR="00DB182D">
        <w:rPr>
          <w:rFonts w:asciiTheme="minorHAnsi" w:hAnsiTheme="minorHAnsi"/>
          <w:sz w:val="22"/>
          <w:szCs w:val="18"/>
        </w:rPr>
        <w:t xml:space="preserve">      </w:t>
      </w:r>
      <w:r w:rsidR="00D6708E" w:rsidRPr="00200782">
        <w:rPr>
          <w:rFonts w:asciiTheme="minorHAnsi" w:hAnsiTheme="minorHAnsi"/>
          <w:sz w:val="22"/>
          <w:szCs w:val="18"/>
        </w:rPr>
        <w:t xml:space="preserve">D E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|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_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|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|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|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>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|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</w:t>
      </w:r>
      <w:r w:rsidR="00B50815">
        <w:rPr>
          <w:rFonts w:asciiTheme="minorHAnsi" w:hAnsiTheme="minorHAnsi"/>
          <w:sz w:val="22"/>
          <w:szCs w:val="18"/>
        </w:rPr>
        <w:t xml:space="preserve"> </w:t>
      </w:r>
      <w:r w:rsidR="00D6708E" w:rsidRPr="00200782">
        <w:rPr>
          <w:rFonts w:asciiTheme="minorHAnsi" w:hAnsiTheme="minorHAnsi"/>
          <w:sz w:val="22"/>
          <w:szCs w:val="18"/>
        </w:rPr>
        <w:t xml:space="preserve"> _ </w:t>
      </w:r>
    </w:p>
    <w:p w:rsidR="00D6708E" w:rsidRPr="0015094F" w:rsidRDefault="00D6708E" w:rsidP="00D6708E">
      <w:pPr>
        <w:pStyle w:val="Default"/>
        <w:rPr>
          <w:rFonts w:asciiTheme="minorHAnsi" w:hAnsiTheme="minorHAnsi"/>
          <w:sz w:val="18"/>
          <w:szCs w:val="18"/>
        </w:rPr>
      </w:pPr>
      <w:r w:rsidRPr="0015094F">
        <w:rPr>
          <w:rFonts w:asciiTheme="minorHAnsi" w:hAnsiTheme="minorHAnsi"/>
          <w:sz w:val="16"/>
          <w:szCs w:val="18"/>
        </w:rPr>
        <w:t xml:space="preserve"> </w:t>
      </w:r>
      <w:r>
        <w:rPr>
          <w:rFonts w:asciiTheme="minorHAnsi" w:hAnsiTheme="minorHAnsi"/>
          <w:sz w:val="16"/>
          <w:szCs w:val="18"/>
        </w:rPr>
        <w:t>BIC</w:t>
      </w:r>
      <w:r>
        <w:rPr>
          <w:rFonts w:asciiTheme="minorHAnsi" w:hAnsiTheme="minorHAnsi"/>
          <w:sz w:val="16"/>
          <w:szCs w:val="18"/>
        </w:rPr>
        <w:tab/>
      </w:r>
      <w:r>
        <w:rPr>
          <w:rFonts w:asciiTheme="minorHAnsi" w:hAnsiTheme="minorHAnsi"/>
          <w:sz w:val="16"/>
          <w:szCs w:val="18"/>
        </w:rPr>
        <w:tab/>
      </w:r>
      <w:r>
        <w:rPr>
          <w:rFonts w:asciiTheme="minorHAnsi" w:hAnsiTheme="minorHAnsi"/>
          <w:sz w:val="16"/>
          <w:szCs w:val="18"/>
        </w:rPr>
        <w:tab/>
      </w:r>
      <w:r>
        <w:rPr>
          <w:rFonts w:asciiTheme="minorHAnsi" w:hAnsiTheme="minorHAnsi"/>
          <w:sz w:val="16"/>
          <w:szCs w:val="18"/>
        </w:rPr>
        <w:tab/>
      </w:r>
      <w:r>
        <w:rPr>
          <w:rFonts w:asciiTheme="minorHAnsi" w:hAnsiTheme="minorHAnsi"/>
          <w:sz w:val="16"/>
          <w:szCs w:val="18"/>
        </w:rPr>
        <w:tab/>
      </w:r>
      <w:r w:rsidR="00DB182D">
        <w:rPr>
          <w:rFonts w:asciiTheme="minorHAnsi" w:hAnsiTheme="minorHAnsi"/>
          <w:sz w:val="16"/>
          <w:szCs w:val="18"/>
        </w:rPr>
        <w:t xml:space="preserve">       </w:t>
      </w:r>
      <w:r>
        <w:rPr>
          <w:rFonts w:asciiTheme="minorHAnsi" w:hAnsiTheme="minorHAnsi"/>
          <w:sz w:val="16"/>
          <w:szCs w:val="18"/>
        </w:rPr>
        <w:t>IBAN</w:t>
      </w:r>
    </w:p>
    <w:p w:rsidR="00F441F7" w:rsidRDefault="00F441F7" w:rsidP="00F441F7">
      <w:pPr>
        <w:pStyle w:val="Default"/>
        <w:rPr>
          <w:rFonts w:asciiTheme="minorHAnsi" w:hAnsiTheme="minorHAnsi"/>
          <w:sz w:val="22"/>
          <w:szCs w:val="18"/>
        </w:rPr>
      </w:pPr>
    </w:p>
    <w:p w:rsidR="00F441F7" w:rsidRDefault="00F441F7" w:rsidP="00F441F7">
      <w:pPr>
        <w:pStyle w:val="Default"/>
        <w:rPr>
          <w:rFonts w:asciiTheme="minorHAnsi" w:hAnsiTheme="minorHAnsi"/>
          <w:sz w:val="22"/>
          <w:szCs w:val="18"/>
        </w:rPr>
      </w:pPr>
    </w:p>
    <w:p w:rsidR="00F441F7" w:rsidRPr="0015094F" w:rsidRDefault="00F441F7" w:rsidP="00F441F7">
      <w:pPr>
        <w:pStyle w:val="Default"/>
        <w:rPr>
          <w:rFonts w:asciiTheme="minorHAnsi" w:hAnsiTheme="minorHAnsi"/>
          <w:sz w:val="16"/>
          <w:szCs w:val="16"/>
        </w:rPr>
      </w:pPr>
      <w:r w:rsidRPr="0015094F">
        <w:rPr>
          <w:rFonts w:asciiTheme="minorHAnsi" w:hAnsiTheme="minorHAnsi"/>
          <w:sz w:val="16"/>
          <w:szCs w:val="16"/>
        </w:rPr>
        <w:t xml:space="preserve">__________________________________________________________ </w:t>
      </w:r>
    </w:p>
    <w:p w:rsidR="00821BD9" w:rsidRDefault="00F441F7" w:rsidP="00D6708E">
      <w:pPr>
        <w:rPr>
          <w:sz w:val="16"/>
          <w:szCs w:val="18"/>
        </w:rPr>
      </w:pPr>
      <w:r w:rsidRPr="00D6708E">
        <w:rPr>
          <w:sz w:val="16"/>
          <w:szCs w:val="18"/>
        </w:rPr>
        <w:t>Datum, Ort und Unterschrift</w:t>
      </w:r>
    </w:p>
    <w:p w:rsidR="00A43A72" w:rsidRDefault="00A43A72" w:rsidP="00A43A72">
      <w:pPr>
        <w:spacing w:after="60"/>
        <w:rPr>
          <w:sz w:val="18"/>
        </w:rPr>
      </w:pPr>
      <w:bookmarkStart w:id="0" w:name="_GoBack"/>
      <w:bookmarkEnd w:id="0"/>
    </w:p>
    <w:p w:rsidR="00A43A72" w:rsidRDefault="00A43A72" w:rsidP="00D6708E">
      <w:pPr>
        <w:rPr>
          <w:kern w:val="2"/>
          <w:sz w:val="20"/>
        </w:rPr>
      </w:pPr>
    </w:p>
    <w:sectPr w:rsidR="00A43A72" w:rsidSect="00A43A72">
      <w:pgSz w:w="11907" w:h="17282" w:code="262"/>
      <w:pgMar w:top="-482" w:right="1417" w:bottom="709" w:left="1021" w:header="1418" w:footer="1588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B9A" w:rsidRDefault="00DF3B9A">
      <w:r>
        <w:separator/>
      </w:r>
    </w:p>
  </w:endnote>
  <w:endnote w:type="continuationSeparator" w:id="0">
    <w:p w:rsidR="00DF3B9A" w:rsidRDefault="00DF3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B9A" w:rsidRDefault="00DF3B9A">
      <w:r>
        <w:separator/>
      </w:r>
    </w:p>
  </w:footnote>
  <w:footnote w:type="continuationSeparator" w:id="0">
    <w:p w:rsidR="00DF3B9A" w:rsidRDefault="00DF3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AC83A18"/>
    <w:multiLevelType w:val="singleLevel"/>
    <w:tmpl w:val="C812CD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-Porto::GUID" w:val="{6d33e993-5d59-4aa1-91c5-bb6ca24f6158}"/>
  </w:docVars>
  <w:rsids>
    <w:rsidRoot w:val="000075DB"/>
    <w:rsid w:val="000075DB"/>
    <w:rsid w:val="000264E7"/>
    <w:rsid w:val="00175041"/>
    <w:rsid w:val="002E2927"/>
    <w:rsid w:val="00444A17"/>
    <w:rsid w:val="004A754D"/>
    <w:rsid w:val="006E72C0"/>
    <w:rsid w:val="00821BD9"/>
    <w:rsid w:val="00846B0C"/>
    <w:rsid w:val="008B2E44"/>
    <w:rsid w:val="00A43A72"/>
    <w:rsid w:val="00A9196D"/>
    <w:rsid w:val="00B50815"/>
    <w:rsid w:val="00B51027"/>
    <w:rsid w:val="00CA67E5"/>
    <w:rsid w:val="00D54FFE"/>
    <w:rsid w:val="00D657BF"/>
    <w:rsid w:val="00D6708E"/>
    <w:rsid w:val="00DB182D"/>
    <w:rsid w:val="00DF3B9A"/>
    <w:rsid w:val="00E6650B"/>
    <w:rsid w:val="00EA5275"/>
    <w:rsid w:val="00EC0A57"/>
    <w:rsid w:val="00F068A4"/>
    <w:rsid w:val="00F111E2"/>
    <w:rsid w:val="00F441F7"/>
    <w:rsid w:val="00FB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DE422004-7347-48CA-A475-AD754C09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1BD9"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21BD9"/>
    <w:pPr>
      <w:keepNext/>
      <w:numPr>
        <w:numId w:val="5"/>
      </w:numPr>
      <w:spacing w:before="480" w:after="240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rsid w:val="00821BD9"/>
    <w:pPr>
      <w:keepNext/>
      <w:numPr>
        <w:ilvl w:val="1"/>
        <w:numId w:val="5"/>
      </w:numPr>
      <w:spacing w:before="12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821BD9"/>
    <w:pPr>
      <w:keepNext/>
      <w:outlineLvl w:val="2"/>
    </w:pPr>
    <w:rPr>
      <w:b/>
      <w:sz w:val="32"/>
    </w:rPr>
  </w:style>
  <w:style w:type="paragraph" w:styleId="berschrift4">
    <w:name w:val="heading 4"/>
    <w:basedOn w:val="Standard"/>
    <w:next w:val="Standard"/>
    <w:qFormat/>
    <w:rsid w:val="00821BD9"/>
    <w:pPr>
      <w:keepNext/>
      <w:outlineLvl w:val="3"/>
    </w:pPr>
    <w:rPr>
      <w:sz w:val="16"/>
      <w:u w:val="single"/>
    </w:rPr>
  </w:style>
  <w:style w:type="paragraph" w:styleId="berschrift5">
    <w:name w:val="heading 5"/>
    <w:basedOn w:val="Standard"/>
    <w:next w:val="Standard"/>
    <w:qFormat/>
    <w:rsid w:val="00821BD9"/>
    <w:pPr>
      <w:keepNext/>
      <w:jc w:val="center"/>
      <w:outlineLvl w:val="4"/>
    </w:pPr>
    <w:rPr>
      <w:b/>
      <w:kern w:val="2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821BD9"/>
    <w:pPr>
      <w:shd w:val="clear" w:color="auto" w:fill="000080"/>
    </w:pPr>
    <w:rPr>
      <w:rFonts w:ascii="Tahoma" w:hAnsi="Tahoma"/>
    </w:rPr>
  </w:style>
  <w:style w:type="paragraph" w:styleId="Kopfzeile">
    <w:name w:val="header"/>
    <w:basedOn w:val="Standard"/>
    <w:semiHidden/>
    <w:rsid w:val="00821B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21BD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sid w:val="00821BD9"/>
    <w:rPr>
      <w:color w:val="0000FF"/>
      <w:u w:val="single"/>
    </w:rPr>
  </w:style>
  <w:style w:type="character" w:styleId="BesuchterHyperlink">
    <w:name w:val="FollowedHyperlink"/>
    <w:basedOn w:val="Absatz-Standardschriftart"/>
    <w:semiHidden/>
    <w:rsid w:val="00821BD9"/>
    <w:rPr>
      <w:color w:val="800080"/>
      <w:u w:val="single"/>
    </w:rPr>
  </w:style>
  <w:style w:type="paragraph" w:styleId="Textkrper">
    <w:name w:val="Body Text"/>
    <w:basedOn w:val="Standard"/>
    <w:semiHidden/>
    <w:rsid w:val="00821BD9"/>
    <w:pPr>
      <w:tabs>
        <w:tab w:val="left" w:pos="284"/>
      </w:tabs>
    </w:pPr>
    <w:rPr>
      <w:sz w:val="16"/>
    </w:rPr>
  </w:style>
  <w:style w:type="paragraph" w:customStyle="1" w:styleId="Default">
    <w:name w:val="Default"/>
    <w:rsid w:val="00F441F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A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A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df@alumni-hagen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df@alumni-hage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VdF\Beitritt%20Studierende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Beitritt Studierende</Template>
  <TotalTime>0</TotalTime>
  <Pages>1</Pages>
  <Words>211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Verein der Freunde</vt:lpstr>
    </vt:vector>
  </TitlesOfParts>
  <Company>Deutsche Telekom AG</Company>
  <LinksUpToDate>false</LinksUpToDate>
  <CharactersWithSpaces>2317</CharactersWithSpaces>
  <SharedDoc>false</SharedDoc>
  <HLinks>
    <vt:vector size="12" baseType="variant">
      <vt:variant>
        <vt:i4>6946819</vt:i4>
      </vt:variant>
      <vt:variant>
        <vt:i4>0</vt:i4>
      </vt:variant>
      <vt:variant>
        <vt:i4>0</vt:i4>
      </vt:variant>
      <vt:variant>
        <vt:i4>5</vt:i4>
      </vt:variant>
      <vt:variant>
        <vt:lpwstr>mailto:vdf@alumni-hagen.de</vt:lpwstr>
      </vt:variant>
      <vt:variant>
        <vt:lpwstr/>
      </vt:variant>
      <vt:variant>
        <vt:i4>2228266</vt:i4>
      </vt:variant>
      <vt:variant>
        <vt:i4>1026</vt:i4>
      </vt:variant>
      <vt:variant>
        <vt:i4>1025</vt:i4>
      </vt:variant>
      <vt:variant>
        <vt:i4>1</vt:i4>
      </vt:variant>
      <vt:variant>
        <vt:lpwstr>Logo\Logo aktuell\alumniLogoDruck.jpg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 der Freunde</dc:title>
  <dc:creator>Klaus Sandmann</dc:creator>
  <cp:lastModifiedBy>Windows-Benutzer</cp:lastModifiedBy>
  <cp:revision>3</cp:revision>
  <cp:lastPrinted>2017-12-18T07:37:00Z</cp:lastPrinted>
  <dcterms:created xsi:type="dcterms:W3CDTF">2020-04-15T19:26:00Z</dcterms:created>
  <dcterms:modified xsi:type="dcterms:W3CDTF">2020-04-15T19:30:00Z</dcterms:modified>
</cp:coreProperties>
</file>